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3"/>
        <w:gridCol w:w="545"/>
        <w:gridCol w:w="817"/>
        <w:gridCol w:w="817"/>
        <w:gridCol w:w="5177"/>
        <w:gridCol w:w="545"/>
        <w:gridCol w:w="636"/>
        <w:gridCol w:w="272"/>
      </w:tblGrid>
      <w:tr w:rsidR="0016270F" w:rsidRPr="0074617E" w14:paraId="61ED5E47" w14:textId="77777777" w:rsidTr="0059581E">
        <w:trPr>
          <w:cantSplit/>
        </w:trPr>
        <w:tc>
          <w:tcPr>
            <w:tcW w:w="273" w:type="dxa"/>
          </w:tcPr>
          <w:p w14:paraId="34B38A18" w14:textId="77777777" w:rsidR="00F579A7" w:rsidRPr="0074617E" w:rsidRDefault="00F579A7" w:rsidP="002509D5">
            <w:pPr>
              <w:spacing w:line="240" w:lineRule="atLeast"/>
              <w:jc w:val="both"/>
              <w:rPr>
                <w:color w:val="0000FF"/>
              </w:rPr>
            </w:pPr>
          </w:p>
        </w:tc>
        <w:tc>
          <w:tcPr>
            <w:tcW w:w="545" w:type="dxa"/>
          </w:tcPr>
          <w:p w14:paraId="66C59A4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5BB79CB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43C33D7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549DA9CD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</w:rPr>
            </w:pPr>
            <w:r w:rsidRPr="0074617E">
              <w:rPr>
                <w:rFonts w:ascii="Arial" w:hAnsi="Arial"/>
                <w:b/>
                <w:color w:val="0000FF"/>
              </w:rPr>
              <w:t xml:space="preserve">SECTION 5. - </w:t>
            </w:r>
            <w:proofErr w:type="spellStart"/>
            <w:r w:rsidRPr="0074617E">
              <w:rPr>
                <w:rFonts w:ascii="Arial" w:hAnsi="Arial"/>
                <w:b/>
                <w:color w:val="0000FF"/>
              </w:rPr>
              <w:t>Chirurgie</w:t>
            </w:r>
            <w:proofErr w:type="spellEnd"/>
            <w:r w:rsidRPr="0074617E">
              <w:rPr>
                <w:rFonts w:ascii="Arial" w:hAnsi="Arial"/>
                <w:b/>
                <w:color w:val="0000FF"/>
              </w:rPr>
              <w:t>.</w:t>
            </w:r>
          </w:p>
        </w:tc>
        <w:tc>
          <w:tcPr>
            <w:tcW w:w="272" w:type="dxa"/>
            <w:vAlign w:val="bottom"/>
          </w:tcPr>
          <w:p w14:paraId="3F88107D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74617E" w14:paraId="1C861D76" w14:textId="77777777" w:rsidTr="0059581E">
        <w:trPr>
          <w:cantSplit/>
        </w:trPr>
        <w:tc>
          <w:tcPr>
            <w:tcW w:w="273" w:type="dxa"/>
          </w:tcPr>
          <w:p w14:paraId="6A46C5F2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3824D44B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7F112F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6727AA1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20D7631C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201DCF4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4D6016" w:rsidRPr="0074617E" w14:paraId="472E6C4B" w14:textId="77777777" w:rsidTr="0059581E">
        <w:trPr>
          <w:cantSplit/>
        </w:trPr>
        <w:tc>
          <w:tcPr>
            <w:tcW w:w="273" w:type="dxa"/>
          </w:tcPr>
          <w:p w14:paraId="602500C6" w14:textId="77777777" w:rsidR="004D6016" w:rsidRPr="0074617E" w:rsidRDefault="004D6016" w:rsidP="00442BB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69B92A9" w14:textId="77777777" w:rsidR="004D6016" w:rsidRPr="0074617E" w:rsidRDefault="004D6016" w:rsidP="00442BB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95611FF" w14:textId="77777777" w:rsidR="004D6016" w:rsidRPr="0074617E" w:rsidRDefault="004D6016" w:rsidP="00442BB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5FD2ABF" w14:textId="77777777" w:rsidR="004D6016" w:rsidRPr="0074617E" w:rsidRDefault="004D6016" w:rsidP="00442BB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2C5DA353" w14:textId="77777777" w:rsidR="004D6016" w:rsidRPr="0074617E" w:rsidRDefault="004D6016" w:rsidP="004D6016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</w:rPr>
              <w:t>9</w:t>
            </w:r>
            <w:r w:rsidRPr="0074617E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11</w:t>
            </w:r>
            <w:r w:rsidRPr="0074617E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2015</w:t>
            </w:r>
            <w:r w:rsidRPr="0074617E">
              <w:rPr>
                <w:rFonts w:ascii="Arial" w:hAnsi="Arial"/>
                <w:i/>
                <w:color w:val="0000FF"/>
                <w:sz w:val="18"/>
              </w:rPr>
              <w:t>" (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en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0000FF"/>
                <w:sz w:val="18"/>
              </w:rPr>
              <w:t>1</w:t>
            </w:r>
            <w:r w:rsidRPr="0074617E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2.2016</w:t>
            </w:r>
            <w:r w:rsidRPr="0074617E">
              <w:rPr>
                <w:rFonts w:ascii="Arial" w:hAnsi="Arial"/>
                <w:i/>
                <w:color w:val="0000FF"/>
                <w:sz w:val="18"/>
              </w:rPr>
              <w:t>)</w:t>
            </w:r>
          </w:p>
        </w:tc>
        <w:tc>
          <w:tcPr>
            <w:tcW w:w="272" w:type="dxa"/>
            <w:vAlign w:val="bottom"/>
          </w:tcPr>
          <w:p w14:paraId="1F4F7B00" w14:textId="77777777" w:rsidR="004D6016" w:rsidRPr="0074617E" w:rsidRDefault="004D6016" w:rsidP="00442BB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EC0C88" w14:paraId="31276457" w14:textId="77777777" w:rsidTr="0059581E">
        <w:trPr>
          <w:cantSplit/>
        </w:trPr>
        <w:tc>
          <w:tcPr>
            <w:tcW w:w="273" w:type="dxa"/>
          </w:tcPr>
          <w:p w14:paraId="5AFD430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41022057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99F828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75FFFA3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48DEF4B2" w14:textId="77777777" w:rsidR="00F579A7" w:rsidRPr="0074617E" w:rsidRDefault="004D601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4D6016">
              <w:rPr>
                <w:rFonts w:ascii="Arial" w:hAnsi="Arial"/>
                <w:b/>
                <w:color w:val="0000FF"/>
                <w:lang w:val="fr-FR"/>
              </w:rPr>
              <w:t>"</w:t>
            </w:r>
            <w:r w:rsidR="00F579A7" w:rsidRPr="0074617E">
              <w:rPr>
                <w:rFonts w:ascii="Arial" w:hAnsi="Arial"/>
                <w:b/>
                <w:color w:val="0000FF"/>
                <w:lang w:val="fr-FR"/>
              </w:rPr>
              <w:t>Art. 14.</w:t>
            </w:r>
            <w:r w:rsidR="00F579A7" w:rsidRPr="0074617E">
              <w:rPr>
                <w:rFonts w:ascii="Arial" w:hAnsi="Arial"/>
                <w:color w:val="0000FF"/>
                <w:lang w:val="fr-FR"/>
              </w:rPr>
              <w:t xml:space="preserve"> Sont considérées comme prestations qui requièrent la qualification de médecin spécialiste dans une des </w:t>
            </w:r>
            <w:r w:rsidRPr="004D6016">
              <w:rPr>
                <w:rFonts w:ascii="Arial" w:hAnsi="Arial"/>
                <w:color w:val="0000FF"/>
                <w:lang w:val="fr-FR"/>
              </w:rPr>
              <w:t>spécialités</w:t>
            </w:r>
            <w:r w:rsidR="00F579A7" w:rsidRPr="0074617E">
              <w:rPr>
                <w:rFonts w:ascii="Arial" w:hAnsi="Arial"/>
                <w:color w:val="0000FF"/>
                <w:lang w:val="fr-FR"/>
              </w:rPr>
              <w:t xml:space="preserve"> relevant de </w:t>
            </w:r>
            <w:r w:rsidR="00F579A7" w:rsidRPr="0074617E">
              <w:rPr>
                <w:rFonts w:ascii="Arial" w:hAnsi="Arial"/>
                <w:b/>
                <w:color w:val="0000FF"/>
                <w:lang w:val="fr-FR"/>
              </w:rPr>
              <w:t>la pathologie externe :</w:t>
            </w:r>
            <w:r w:rsidRPr="004D6016">
              <w:rPr>
                <w:rFonts w:ascii="Arial" w:hAnsi="Arial"/>
                <w:b/>
                <w:color w:val="0000FF"/>
                <w:lang w:val="fr-FR"/>
              </w:rPr>
              <w:t>"</w:t>
            </w:r>
          </w:p>
        </w:tc>
        <w:tc>
          <w:tcPr>
            <w:tcW w:w="272" w:type="dxa"/>
            <w:vAlign w:val="bottom"/>
          </w:tcPr>
          <w:p w14:paraId="2C5E1A65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16270F" w:rsidRPr="00EC0C88" w14:paraId="38FA18C3" w14:textId="77777777" w:rsidTr="0059581E">
        <w:trPr>
          <w:cantSplit/>
        </w:trPr>
        <w:tc>
          <w:tcPr>
            <w:tcW w:w="273" w:type="dxa"/>
          </w:tcPr>
          <w:p w14:paraId="4F413AAA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14747C87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53DA08AE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6E8BD98B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06259DA4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6C1D3EAB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16270F" w:rsidRPr="00EC0C88" w14:paraId="216B2B62" w14:textId="77777777" w:rsidTr="0059581E">
        <w:trPr>
          <w:cantSplit/>
        </w:trPr>
        <w:tc>
          <w:tcPr>
            <w:tcW w:w="273" w:type="dxa"/>
          </w:tcPr>
          <w:p w14:paraId="6D94C761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7FB1CC92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6301F273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5CBF17E4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2A04782C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b/>
                <w:color w:val="0000FF"/>
                <w:lang w:val="fr-FR"/>
              </w:rPr>
              <w:t>a) Les prestations relevant de la spécialité en chirurgie (D) : prestations générales.</w:t>
            </w:r>
          </w:p>
        </w:tc>
        <w:tc>
          <w:tcPr>
            <w:tcW w:w="272" w:type="dxa"/>
            <w:vAlign w:val="bottom"/>
          </w:tcPr>
          <w:p w14:paraId="0882EA82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16270F" w:rsidRPr="00EC0C88" w14:paraId="0BB629D7" w14:textId="77777777" w:rsidTr="0059581E">
        <w:trPr>
          <w:cantSplit/>
        </w:trPr>
        <w:tc>
          <w:tcPr>
            <w:tcW w:w="273" w:type="dxa"/>
          </w:tcPr>
          <w:p w14:paraId="276C243F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7AB74FF6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658390B8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0353C288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3F5A8D29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0FE628C1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 w14:paraId="5C8084B8" w14:textId="77777777" w:rsidTr="0059581E">
        <w:trPr>
          <w:cantSplit/>
        </w:trPr>
        <w:tc>
          <w:tcPr>
            <w:tcW w:w="273" w:type="dxa"/>
          </w:tcPr>
          <w:p w14:paraId="666FD9A5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6BFD8626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2019</w:t>
            </w:r>
          </w:p>
        </w:tc>
        <w:tc>
          <w:tcPr>
            <w:tcW w:w="817" w:type="dxa"/>
          </w:tcPr>
          <w:p w14:paraId="78105FA1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220091</w:t>
            </w:r>
          </w:p>
        </w:tc>
        <w:tc>
          <w:tcPr>
            <w:tcW w:w="817" w:type="dxa"/>
          </w:tcPr>
          <w:p w14:paraId="27319F32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220102</w:t>
            </w:r>
          </w:p>
        </w:tc>
        <w:tc>
          <w:tcPr>
            <w:tcW w:w="5177" w:type="dxa"/>
          </w:tcPr>
          <w:p w14:paraId="35B516CF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Prélèvement biopsique à la Daniels</w:t>
            </w:r>
          </w:p>
        </w:tc>
        <w:tc>
          <w:tcPr>
            <w:tcW w:w="545" w:type="dxa"/>
            <w:vAlign w:val="bottom"/>
          </w:tcPr>
          <w:p w14:paraId="7F38CE46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14E53C8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72" w:type="dxa"/>
            <w:vAlign w:val="bottom"/>
          </w:tcPr>
          <w:p w14:paraId="74F0FF56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36C08E50" w14:textId="77777777" w:rsidTr="0059581E">
        <w:trPr>
          <w:cantSplit/>
        </w:trPr>
        <w:tc>
          <w:tcPr>
            <w:tcW w:w="273" w:type="dxa"/>
          </w:tcPr>
          <w:p w14:paraId="4970780F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7ABAC2E5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9D3B729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A26965A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5630191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23FEFB8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9DC29BA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E39B423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74617E" w14:paraId="40AD4DD4" w14:textId="77777777" w:rsidTr="0059581E">
        <w:trPr>
          <w:cantSplit/>
        </w:trPr>
        <w:tc>
          <w:tcPr>
            <w:tcW w:w="273" w:type="dxa"/>
          </w:tcPr>
          <w:p w14:paraId="1420669C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3A0D367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27EEDA6E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13E8315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26377D4B" w14:textId="77777777" w:rsidR="00F579A7" w:rsidRPr="0074617E" w:rsidRDefault="00F579A7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>"A.R. 23.5.1985" (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en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5.6.1985)</w:t>
            </w:r>
          </w:p>
        </w:tc>
        <w:tc>
          <w:tcPr>
            <w:tcW w:w="272" w:type="dxa"/>
            <w:vAlign w:val="bottom"/>
          </w:tcPr>
          <w:p w14:paraId="39CE76B8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38E84018" w14:textId="77777777" w:rsidTr="0059581E">
        <w:trPr>
          <w:cantSplit/>
        </w:trPr>
        <w:tc>
          <w:tcPr>
            <w:tcW w:w="273" w:type="dxa"/>
          </w:tcPr>
          <w:p w14:paraId="538FA7D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4925C2AF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8AA918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220113</w:t>
            </w:r>
          </w:p>
        </w:tc>
        <w:tc>
          <w:tcPr>
            <w:tcW w:w="817" w:type="dxa"/>
          </w:tcPr>
          <w:p w14:paraId="529E0611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220124</w:t>
            </w:r>
          </w:p>
        </w:tc>
        <w:tc>
          <w:tcPr>
            <w:tcW w:w="5177" w:type="dxa"/>
          </w:tcPr>
          <w:p w14:paraId="135B9717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Cure chirurgicale de végétations dermiques</w:t>
            </w:r>
          </w:p>
        </w:tc>
        <w:tc>
          <w:tcPr>
            <w:tcW w:w="545" w:type="dxa"/>
            <w:vAlign w:val="bottom"/>
          </w:tcPr>
          <w:p w14:paraId="3BC009D3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5145AD88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35</w:t>
            </w:r>
          </w:p>
        </w:tc>
        <w:tc>
          <w:tcPr>
            <w:tcW w:w="272" w:type="dxa"/>
            <w:vAlign w:val="bottom"/>
          </w:tcPr>
          <w:p w14:paraId="791F17FD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F579A7" w:rsidRPr="0074617E" w14:paraId="447C4048" w14:textId="77777777" w:rsidTr="0059581E">
        <w:trPr>
          <w:cantSplit/>
        </w:trPr>
        <w:tc>
          <w:tcPr>
            <w:tcW w:w="273" w:type="dxa"/>
          </w:tcPr>
          <w:p w14:paraId="40EFA3DF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446E82F8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5EA33F94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7CB08A7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317BA20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04C0DBB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40B789F0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C33A636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F579A7" w:rsidRPr="00EC0C88" w14:paraId="3F424C21" w14:textId="77777777" w:rsidTr="0059581E">
        <w:trPr>
          <w:cantSplit/>
        </w:trPr>
        <w:tc>
          <w:tcPr>
            <w:tcW w:w="273" w:type="dxa"/>
          </w:tcPr>
          <w:p w14:paraId="6DBADBC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348D4D8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2069</w:t>
            </w:r>
          </w:p>
        </w:tc>
        <w:tc>
          <w:tcPr>
            <w:tcW w:w="817" w:type="dxa"/>
          </w:tcPr>
          <w:p w14:paraId="2BE4531E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220135</w:t>
            </w:r>
          </w:p>
        </w:tc>
        <w:tc>
          <w:tcPr>
            <w:tcW w:w="817" w:type="dxa"/>
          </w:tcPr>
          <w:p w14:paraId="71557146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220146</w:t>
            </w:r>
          </w:p>
        </w:tc>
        <w:tc>
          <w:tcPr>
            <w:tcW w:w="5177" w:type="dxa"/>
          </w:tcPr>
          <w:p w14:paraId="75E7804A" w14:textId="575CAED3" w:rsidR="00F579A7" w:rsidRPr="003A6FE7" w:rsidRDefault="003A6FE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7.5.2023</w:t>
            </w: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7.2023</w:t>
            </w: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45" w:type="dxa"/>
            <w:vAlign w:val="bottom"/>
          </w:tcPr>
          <w:p w14:paraId="4D318C72" w14:textId="5D898810" w:rsidR="00F579A7" w:rsidRPr="003A6FE7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636" w:type="dxa"/>
            <w:vAlign w:val="bottom"/>
          </w:tcPr>
          <w:p w14:paraId="00E5CB1B" w14:textId="2D48D113" w:rsidR="00F579A7" w:rsidRPr="003A6FE7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0AAD8E8C" w14:textId="77777777" w:rsidR="00F579A7" w:rsidRPr="003A6FE7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EC0C88" w14:paraId="0B283FEB" w14:textId="77777777" w:rsidTr="0059581E">
        <w:trPr>
          <w:cantSplit/>
        </w:trPr>
        <w:tc>
          <w:tcPr>
            <w:tcW w:w="273" w:type="dxa"/>
          </w:tcPr>
          <w:p w14:paraId="6D6F66F7" w14:textId="77777777" w:rsidR="00F579A7" w:rsidRPr="003A6FE7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65CDF323" w14:textId="77777777" w:rsidR="00F579A7" w:rsidRPr="003A6FE7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28F564A7" w14:textId="77777777" w:rsidR="00F579A7" w:rsidRPr="003A6FE7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69231376" w14:textId="77777777" w:rsidR="00F579A7" w:rsidRPr="003A6FE7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177" w:type="dxa"/>
          </w:tcPr>
          <w:p w14:paraId="01AE89EF" w14:textId="77777777" w:rsidR="00F579A7" w:rsidRPr="003A6FE7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  <w:vAlign w:val="bottom"/>
          </w:tcPr>
          <w:p w14:paraId="1FEE572A" w14:textId="77777777" w:rsidR="00F579A7" w:rsidRPr="003A6FE7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36" w:type="dxa"/>
            <w:vAlign w:val="bottom"/>
          </w:tcPr>
          <w:p w14:paraId="1592A8B9" w14:textId="77777777" w:rsidR="00F579A7" w:rsidRPr="003A6FE7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365F901C" w14:textId="77777777" w:rsidR="00F579A7" w:rsidRPr="003A6FE7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 w14:paraId="31E063BC" w14:textId="77777777" w:rsidTr="0059581E">
        <w:trPr>
          <w:cantSplit/>
        </w:trPr>
        <w:tc>
          <w:tcPr>
            <w:tcW w:w="273" w:type="dxa"/>
          </w:tcPr>
          <w:p w14:paraId="2228C143" w14:textId="77777777" w:rsidR="00F579A7" w:rsidRPr="003A6FE7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108AE53C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2079</w:t>
            </w:r>
          </w:p>
        </w:tc>
        <w:tc>
          <w:tcPr>
            <w:tcW w:w="817" w:type="dxa"/>
          </w:tcPr>
          <w:p w14:paraId="3B88E39F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220150</w:t>
            </w:r>
          </w:p>
        </w:tc>
        <w:tc>
          <w:tcPr>
            <w:tcW w:w="817" w:type="dxa"/>
          </w:tcPr>
          <w:p w14:paraId="0D9126C7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220161</w:t>
            </w:r>
          </w:p>
        </w:tc>
        <w:tc>
          <w:tcPr>
            <w:tcW w:w="5177" w:type="dxa"/>
          </w:tcPr>
          <w:p w14:paraId="148955DF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Intervention chirurgicale pour tumeurs ou lésions non traumatiques de la face ou des lèvres, bénignes ou malignes superficielles</w:t>
            </w:r>
          </w:p>
        </w:tc>
        <w:tc>
          <w:tcPr>
            <w:tcW w:w="545" w:type="dxa"/>
            <w:vAlign w:val="bottom"/>
          </w:tcPr>
          <w:p w14:paraId="73AFFA9D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12E587D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30</w:t>
            </w:r>
          </w:p>
        </w:tc>
        <w:tc>
          <w:tcPr>
            <w:tcW w:w="272" w:type="dxa"/>
            <w:vAlign w:val="bottom"/>
          </w:tcPr>
          <w:p w14:paraId="2A058C34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33BBEFC8" w14:textId="77777777" w:rsidTr="0059581E">
        <w:trPr>
          <w:cantSplit/>
        </w:trPr>
        <w:tc>
          <w:tcPr>
            <w:tcW w:w="273" w:type="dxa"/>
          </w:tcPr>
          <w:p w14:paraId="085EE9A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3C369B03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5E598C9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4231091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03F5155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8200EBB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0E208A8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4A72DE03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EC0C88" w14:paraId="361220D0" w14:textId="77777777" w:rsidTr="0059581E">
        <w:trPr>
          <w:cantSplit/>
        </w:trPr>
        <w:tc>
          <w:tcPr>
            <w:tcW w:w="273" w:type="dxa"/>
          </w:tcPr>
          <w:p w14:paraId="4BEAAB9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4C4A056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2089</w:t>
            </w:r>
          </w:p>
        </w:tc>
        <w:tc>
          <w:tcPr>
            <w:tcW w:w="817" w:type="dxa"/>
          </w:tcPr>
          <w:p w14:paraId="0647C1BC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220172</w:t>
            </w:r>
          </w:p>
        </w:tc>
        <w:tc>
          <w:tcPr>
            <w:tcW w:w="817" w:type="dxa"/>
          </w:tcPr>
          <w:p w14:paraId="09E00F82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220183</w:t>
            </w:r>
          </w:p>
        </w:tc>
        <w:tc>
          <w:tcPr>
            <w:tcW w:w="5177" w:type="dxa"/>
          </w:tcPr>
          <w:p w14:paraId="73BFA944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A.R. 30.11.2003 (en vigueur 1.2.2004)</w:t>
            </w:r>
          </w:p>
        </w:tc>
        <w:tc>
          <w:tcPr>
            <w:tcW w:w="545" w:type="dxa"/>
            <w:vAlign w:val="bottom"/>
          </w:tcPr>
          <w:p w14:paraId="1ACD9B01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6" w:type="dxa"/>
            <w:vAlign w:val="bottom"/>
          </w:tcPr>
          <w:p w14:paraId="5CC02E3C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53BA8877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EC0C88" w14:paraId="50A1BE5E" w14:textId="77777777" w:rsidTr="0059581E">
        <w:trPr>
          <w:cantSplit/>
        </w:trPr>
        <w:tc>
          <w:tcPr>
            <w:tcW w:w="273" w:type="dxa"/>
          </w:tcPr>
          <w:p w14:paraId="70818E65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3540B9CB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0F247964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0551A03D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177" w:type="dxa"/>
          </w:tcPr>
          <w:p w14:paraId="277CEC66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545" w:type="dxa"/>
            <w:vAlign w:val="bottom"/>
          </w:tcPr>
          <w:p w14:paraId="7E85CD48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6" w:type="dxa"/>
            <w:vAlign w:val="bottom"/>
          </w:tcPr>
          <w:p w14:paraId="6E214741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0DB76B72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EC0C88" w14:paraId="741C4DA0" w14:textId="77777777" w:rsidTr="0059581E">
        <w:trPr>
          <w:cantSplit/>
        </w:trPr>
        <w:tc>
          <w:tcPr>
            <w:tcW w:w="273" w:type="dxa"/>
          </w:tcPr>
          <w:p w14:paraId="681100B3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6F54CA16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2068</w:t>
            </w:r>
          </w:p>
        </w:tc>
        <w:tc>
          <w:tcPr>
            <w:tcW w:w="817" w:type="dxa"/>
          </w:tcPr>
          <w:p w14:paraId="22D99FE3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220194</w:t>
            </w:r>
          </w:p>
        </w:tc>
        <w:tc>
          <w:tcPr>
            <w:tcW w:w="817" w:type="dxa"/>
          </w:tcPr>
          <w:p w14:paraId="11D77E8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220205</w:t>
            </w:r>
          </w:p>
        </w:tc>
        <w:tc>
          <w:tcPr>
            <w:tcW w:w="5177" w:type="dxa"/>
          </w:tcPr>
          <w:p w14:paraId="131E3B05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A.R. 30.11.2003 (en vigueur 1.2.2004)</w:t>
            </w:r>
          </w:p>
        </w:tc>
        <w:tc>
          <w:tcPr>
            <w:tcW w:w="545" w:type="dxa"/>
            <w:vAlign w:val="bottom"/>
          </w:tcPr>
          <w:p w14:paraId="09CADBDA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6" w:type="dxa"/>
            <w:vAlign w:val="bottom"/>
          </w:tcPr>
          <w:p w14:paraId="4660F40A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107F062B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EC0C88" w14:paraId="029DD868" w14:textId="77777777" w:rsidTr="0059581E">
        <w:trPr>
          <w:cantSplit/>
        </w:trPr>
        <w:tc>
          <w:tcPr>
            <w:tcW w:w="273" w:type="dxa"/>
          </w:tcPr>
          <w:p w14:paraId="7CDAE131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73FE0E8E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7481643B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22EF1502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177" w:type="dxa"/>
          </w:tcPr>
          <w:p w14:paraId="4905C505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545" w:type="dxa"/>
            <w:vAlign w:val="bottom"/>
          </w:tcPr>
          <w:p w14:paraId="7D641BBE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6" w:type="dxa"/>
            <w:vAlign w:val="bottom"/>
          </w:tcPr>
          <w:p w14:paraId="04893A71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1F93C29E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EC0C88" w14:paraId="146BE7CF" w14:textId="77777777" w:rsidTr="0059581E">
        <w:trPr>
          <w:cantSplit/>
        </w:trPr>
        <w:tc>
          <w:tcPr>
            <w:tcW w:w="273" w:type="dxa"/>
          </w:tcPr>
          <w:p w14:paraId="7C83B950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6469205B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2099</w:t>
            </w:r>
          </w:p>
        </w:tc>
        <w:tc>
          <w:tcPr>
            <w:tcW w:w="817" w:type="dxa"/>
          </w:tcPr>
          <w:p w14:paraId="300B425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220216</w:t>
            </w:r>
          </w:p>
        </w:tc>
        <w:tc>
          <w:tcPr>
            <w:tcW w:w="817" w:type="dxa"/>
          </w:tcPr>
          <w:p w14:paraId="3AFDB49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220220</w:t>
            </w:r>
          </w:p>
        </w:tc>
        <w:tc>
          <w:tcPr>
            <w:tcW w:w="5177" w:type="dxa"/>
          </w:tcPr>
          <w:p w14:paraId="3204DCCB" w14:textId="77777777" w:rsidR="00F579A7" w:rsidRPr="00A20427" w:rsidRDefault="00A20427" w:rsidP="00A20427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25</w:t>
            </w: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.1.20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19</w:t>
            </w: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4</w:t>
            </w: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19</w:t>
            </w: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45" w:type="dxa"/>
            <w:vAlign w:val="bottom"/>
          </w:tcPr>
          <w:p w14:paraId="7F972179" w14:textId="77777777" w:rsidR="00F579A7" w:rsidRPr="0059581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636" w:type="dxa"/>
            <w:vAlign w:val="bottom"/>
          </w:tcPr>
          <w:p w14:paraId="63EC14F8" w14:textId="77777777" w:rsidR="00F579A7" w:rsidRPr="0059581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72ED4B3A" w14:textId="77777777" w:rsidR="00F579A7" w:rsidRPr="0059581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EC0C88" w14:paraId="37B2C0BC" w14:textId="77777777" w:rsidTr="0059581E">
        <w:trPr>
          <w:cantSplit/>
        </w:trPr>
        <w:tc>
          <w:tcPr>
            <w:tcW w:w="273" w:type="dxa"/>
          </w:tcPr>
          <w:p w14:paraId="0AA8ADDE" w14:textId="77777777" w:rsidR="00F579A7" w:rsidRPr="0059581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0422E3EF" w14:textId="77777777" w:rsidR="00F579A7" w:rsidRPr="0059581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498F09D6" w14:textId="77777777" w:rsidR="00F579A7" w:rsidRPr="0059581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0F79318F" w14:textId="77777777" w:rsidR="00F579A7" w:rsidRPr="0059581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177" w:type="dxa"/>
          </w:tcPr>
          <w:p w14:paraId="376EF41F" w14:textId="77777777" w:rsidR="00F579A7" w:rsidRPr="0059581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  <w:vAlign w:val="bottom"/>
          </w:tcPr>
          <w:p w14:paraId="36981371" w14:textId="77777777" w:rsidR="00F579A7" w:rsidRPr="0059581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36" w:type="dxa"/>
            <w:vAlign w:val="bottom"/>
          </w:tcPr>
          <w:p w14:paraId="032EA926" w14:textId="77777777" w:rsidR="00F579A7" w:rsidRPr="0059581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301BDB24" w14:textId="77777777" w:rsidR="00F579A7" w:rsidRPr="0059581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 w14:paraId="7FBAAB96" w14:textId="77777777" w:rsidTr="0059581E">
        <w:trPr>
          <w:cantSplit/>
        </w:trPr>
        <w:tc>
          <w:tcPr>
            <w:tcW w:w="273" w:type="dxa"/>
          </w:tcPr>
          <w:p w14:paraId="5F98AFCE" w14:textId="77777777" w:rsidR="00F579A7" w:rsidRPr="0059581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7F9D64EC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2010</w:t>
            </w:r>
          </w:p>
        </w:tc>
        <w:tc>
          <w:tcPr>
            <w:tcW w:w="817" w:type="dxa"/>
          </w:tcPr>
          <w:p w14:paraId="5435B1F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220231</w:t>
            </w:r>
          </w:p>
        </w:tc>
        <w:tc>
          <w:tcPr>
            <w:tcW w:w="817" w:type="dxa"/>
          </w:tcPr>
          <w:p w14:paraId="2AF815F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220242</w:t>
            </w:r>
          </w:p>
        </w:tc>
        <w:tc>
          <w:tcPr>
            <w:tcW w:w="5177" w:type="dxa"/>
          </w:tcPr>
          <w:p w14:paraId="0A6E5230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Extraction de corps étrangers profondément situés dans les tissus</w:t>
            </w:r>
          </w:p>
        </w:tc>
        <w:tc>
          <w:tcPr>
            <w:tcW w:w="545" w:type="dxa"/>
            <w:vAlign w:val="bottom"/>
          </w:tcPr>
          <w:p w14:paraId="45539F2E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40E73D7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72" w:type="dxa"/>
            <w:vAlign w:val="bottom"/>
          </w:tcPr>
          <w:p w14:paraId="297EC790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5BCEFFAB" w14:textId="77777777" w:rsidTr="0059581E">
        <w:trPr>
          <w:cantSplit/>
        </w:trPr>
        <w:tc>
          <w:tcPr>
            <w:tcW w:w="273" w:type="dxa"/>
          </w:tcPr>
          <w:p w14:paraId="3755964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6971D95C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FAC7C88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7324CA4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FB3043F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1B6C878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C35666D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7A764B3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4B02C978" w14:textId="77777777" w:rsidTr="0059581E">
        <w:trPr>
          <w:cantSplit/>
        </w:trPr>
        <w:tc>
          <w:tcPr>
            <w:tcW w:w="273" w:type="dxa"/>
          </w:tcPr>
          <w:p w14:paraId="2F33186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563B82E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2020</w:t>
            </w:r>
          </w:p>
        </w:tc>
        <w:tc>
          <w:tcPr>
            <w:tcW w:w="817" w:type="dxa"/>
          </w:tcPr>
          <w:p w14:paraId="441AACB1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220253</w:t>
            </w:r>
          </w:p>
        </w:tc>
        <w:tc>
          <w:tcPr>
            <w:tcW w:w="817" w:type="dxa"/>
          </w:tcPr>
          <w:p w14:paraId="4E5FE00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220264</w:t>
            </w:r>
          </w:p>
        </w:tc>
        <w:tc>
          <w:tcPr>
            <w:tcW w:w="5177" w:type="dxa"/>
          </w:tcPr>
          <w:p w14:paraId="4F229C06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Cure chirurgicale de phlegmon profond</w:t>
            </w:r>
          </w:p>
        </w:tc>
        <w:tc>
          <w:tcPr>
            <w:tcW w:w="545" w:type="dxa"/>
            <w:vAlign w:val="bottom"/>
          </w:tcPr>
          <w:p w14:paraId="7DC87B73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0F34F2DA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72" w:type="dxa"/>
            <w:vAlign w:val="bottom"/>
          </w:tcPr>
          <w:p w14:paraId="7D554346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33AECD7C" w14:textId="77777777" w:rsidTr="0059581E">
        <w:trPr>
          <w:cantSplit/>
        </w:trPr>
        <w:tc>
          <w:tcPr>
            <w:tcW w:w="273" w:type="dxa"/>
          </w:tcPr>
          <w:p w14:paraId="44F7CFF1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71F13819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E021855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16C5B75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4FD6487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80684C2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D1FC7BD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773E7F83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EC0C88" w14:paraId="6CB0124A" w14:textId="77777777" w:rsidTr="0059581E">
        <w:trPr>
          <w:cantSplit/>
        </w:trPr>
        <w:tc>
          <w:tcPr>
            <w:tcW w:w="273" w:type="dxa"/>
          </w:tcPr>
          <w:p w14:paraId="540DE27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33B6CA73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6816CFB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2E3E8C7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309E6175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"A.R. 23.5.1985" (en vigueur 5.6.1985)</w:t>
            </w:r>
            <w:r w:rsidR="0016270F"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+ "A.R. 6.3.2007" (en vigueur 1.5.2007)</w:t>
            </w:r>
          </w:p>
        </w:tc>
        <w:tc>
          <w:tcPr>
            <w:tcW w:w="272" w:type="dxa"/>
            <w:vAlign w:val="bottom"/>
          </w:tcPr>
          <w:p w14:paraId="470D84E5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 w14:paraId="65EC72C3" w14:textId="77777777" w:rsidTr="0059581E">
        <w:trPr>
          <w:cantSplit/>
        </w:trPr>
        <w:tc>
          <w:tcPr>
            <w:tcW w:w="273" w:type="dxa"/>
          </w:tcPr>
          <w:p w14:paraId="39BA9D9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473B80BE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50C6D44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220275</w:t>
            </w:r>
          </w:p>
        </w:tc>
        <w:tc>
          <w:tcPr>
            <w:tcW w:w="817" w:type="dxa"/>
          </w:tcPr>
          <w:p w14:paraId="76CAD77F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220286</w:t>
            </w:r>
          </w:p>
        </w:tc>
        <w:tc>
          <w:tcPr>
            <w:tcW w:w="5177" w:type="dxa"/>
          </w:tcPr>
          <w:p w14:paraId="5EBA2150" w14:textId="77777777" w:rsidR="00F579A7" w:rsidRPr="0074617E" w:rsidRDefault="0016270F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Exérèse d'une tumeur sous-aponévrotique expansive des tissus mous</w:t>
            </w:r>
          </w:p>
        </w:tc>
        <w:tc>
          <w:tcPr>
            <w:tcW w:w="545" w:type="dxa"/>
            <w:vAlign w:val="bottom"/>
          </w:tcPr>
          <w:p w14:paraId="259CF5C5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18D5C23" w14:textId="77777777" w:rsidR="00F579A7" w:rsidRPr="0074617E" w:rsidRDefault="0016270F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120</w:t>
            </w:r>
          </w:p>
        </w:tc>
        <w:tc>
          <w:tcPr>
            <w:tcW w:w="272" w:type="dxa"/>
            <w:vAlign w:val="bottom"/>
          </w:tcPr>
          <w:p w14:paraId="77146ED2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F579A7" w:rsidRPr="0074617E" w14:paraId="7C087F2A" w14:textId="77777777" w:rsidTr="0059581E">
        <w:trPr>
          <w:cantSplit/>
        </w:trPr>
        <w:tc>
          <w:tcPr>
            <w:tcW w:w="273" w:type="dxa"/>
          </w:tcPr>
          <w:p w14:paraId="3AFB8213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5DB9E792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3FF5AF9E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F5F2999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10CBAD53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0C4FB5A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4FEBA05C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D73BC38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16270F" w:rsidRPr="0074617E" w14:paraId="0988B8F9" w14:textId="77777777" w:rsidTr="0059581E">
        <w:trPr>
          <w:cantSplit/>
        </w:trPr>
        <w:tc>
          <w:tcPr>
            <w:tcW w:w="273" w:type="dxa"/>
          </w:tcPr>
          <w:p w14:paraId="6D0371C1" w14:textId="77777777"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382FF0ED" w14:textId="77777777" w:rsidR="0016270F" w:rsidRPr="0074617E" w:rsidRDefault="0016270F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223A78A9" w14:textId="77777777"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833A697" w14:textId="77777777"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08AB55D" w14:textId="77777777" w:rsidR="0016270F" w:rsidRPr="0074617E" w:rsidRDefault="0016270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>"A.R. 6.3.2007" (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en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1.5.2007)</w:t>
            </w:r>
          </w:p>
        </w:tc>
        <w:tc>
          <w:tcPr>
            <w:tcW w:w="545" w:type="dxa"/>
            <w:vAlign w:val="bottom"/>
          </w:tcPr>
          <w:p w14:paraId="545C87B3" w14:textId="77777777"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CCED2D6" w14:textId="77777777"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57B62C4" w14:textId="77777777"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16270F" w:rsidRPr="0074617E" w14:paraId="0F715D7F" w14:textId="77777777" w:rsidTr="0059581E">
        <w:trPr>
          <w:cantSplit/>
        </w:trPr>
        <w:tc>
          <w:tcPr>
            <w:tcW w:w="273" w:type="dxa"/>
          </w:tcPr>
          <w:p w14:paraId="5D2CCBAC" w14:textId="77777777"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1A8E6D90" w14:textId="77777777" w:rsidR="0016270F" w:rsidRPr="0074617E" w:rsidRDefault="0016270F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650DEC40" w14:textId="77777777"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220371</w:t>
            </w:r>
          </w:p>
        </w:tc>
        <w:tc>
          <w:tcPr>
            <w:tcW w:w="817" w:type="dxa"/>
          </w:tcPr>
          <w:p w14:paraId="622D4344" w14:textId="77777777"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220382</w:t>
            </w:r>
          </w:p>
        </w:tc>
        <w:tc>
          <w:tcPr>
            <w:tcW w:w="5177" w:type="dxa"/>
          </w:tcPr>
          <w:p w14:paraId="7D7A76BE" w14:textId="77777777" w:rsidR="0016270F" w:rsidRPr="0074617E" w:rsidRDefault="0016270F">
            <w:pPr>
              <w:spacing w:line="240" w:lineRule="atLeast"/>
              <w:jc w:val="both"/>
              <w:rPr>
                <w:rFonts w:ascii="Arial" w:hAnsi="Arial"/>
                <w:color w:val="0000FF"/>
                <w:sz w:val="18"/>
                <w:lang w:val="fr-FR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Exérèse d'un sarcome de localisation sous-aponévrotique</w:t>
            </w:r>
          </w:p>
        </w:tc>
        <w:tc>
          <w:tcPr>
            <w:tcW w:w="545" w:type="dxa"/>
            <w:vAlign w:val="bottom"/>
          </w:tcPr>
          <w:p w14:paraId="5E2A5E91" w14:textId="77777777"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K</w:t>
            </w:r>
          </w:p>
        </w:tc>
        <w:tc>
          <w:tcPr>
            <w:tcW w:w="636" w:type="dxa"/>
            <w:vAlign w:val="bottom"/>
          </w:tcPr>
          <w:p w14:paraId="1A7AD125" w14:textId="77777777"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250</w:t>
            </w:r>
          </w:p>
        </w:tc>
        <w:tc>
          <w:tcPr>
            <w:tcW w:w="272" w:type="dxa"/>
            <w:vAlign w:val="bottom"/>
          </w:tcPr>
          <w:p w14:paraId="74B64491" w14:textId="77777777"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16270F" w:rsidRPr="0074617E" w14:paraId="30F087EA" w14:textId="77777777" w:rsidTr="0059581E">
        <w:trPr>
          <w:cantSplit/>
        </w:trPr>
        <w:tc>
          <w:tcPr>
            <w:tcW w:w="273" w:type="dxa"/>
          </w:tcPr>
          <w:p w14:paraId="0B1C9D7E" w14:textId="77777777"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63D2A1C5" w14:textId="77777777" w:rsidR="0016270F" w:rsidRPr="0074617E" w:rsidRDefault="0016270F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2294E8D8" w14:textId="77777777"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45B57DFC" w14:textId="77777777"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177" w:type="dxa"/>
          </w:tcPr>
          <w:p w14:paraId="5EAF0C61" w14:textId="77777777" w:rsidR="0016270F" w:rsidRPr="0074617E" w:rsidRDefault="0016270F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5" w:type="dxa"/>
            <w:vAlign w:val="bottom"/>
          </w:tcPr>
          <w:p w14:paraId="7C7ACB4A" w14:textId="77777777"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36" w:type="dxa"/>
            <w:vAlign w:val="bottom"/>
          </w:tcPr>
          <w:p w14:paraId="0DD5BEDC" w14:textId="77777777"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5C07C3D4" w14:textId="77777777"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579A7" w:rsidRPr="0074617E" w14:paraId="5319470E" w14:textId="77777777" w:rsidTr="0059581E">
        <w:trPr>
          <w:cantSplit/>
        </w:trPr>
        <w:tc>
          <w:tcPr>
            <w:tcW w:w="273" w:type="dxa"/>
          </w:tcPr>
          <w:p w14:paraId="169AE511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4F52747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2030</w:t>
            </w:r>
          </w:p>
        </w:tc>
        <w:tc>
          <w:tcPr>
            <w:tcW w:w="817" w:type="dxa"/>
          </w:tcPr>
          <w:p w14:paraId="294B21BF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220290</w:t>
            </w:r>
          </w:p>
        </w:tc>
        <w:tc>
          <w:tcPr>
            <w:tcW w:w="817" w:type="dxa"/>
          </w:tcPr>
          <w:p w14:paraId="425A636B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220301</w:t>
            </w:r>
          </w:p>
        </w:tc>
        <w:tc>
          <w:tcPr>
            <w:tcW w:w="5177" w:type="dxa"/>
          </w:tcPr>
          <w:p w14:paraId="20A4E135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° Curetage utérin, curatif ou explorateur, y compris éventuellement la dilatation et le prélèvement pour biopsie endo-utérine</w:t>
            </w:r>
          </w:p>
        </w:tc>
        <w:tc>
          <w:tcPr>
            <w:tcW w:w="545" w:type="dxa"/>
            <w:vAlign w:val="bottom"/>
          </w:tcPr>
          <w:p w14:paraId="70605FDB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C4A37D7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72" w:type="dxa"/>
            <w:vAlign w:val="bottom"/>
          </w:tcPr>
          <w:p w14:paraId="064D0083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57EB9913" w14:textId="77777777" w:rsidTr="0059581E">
        <w:trPr>
          <w:cantSplit/>
        </w:trPr>
        <w:tc>
          <w:tcPr>
            <w:tcW w:w="273" w:type="dxa"/>
          </w:tcPr>
          <w:p w14:paraId="0BC7B70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7C58AAC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0659704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45F4694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623523E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416CA06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951162E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66CCBFEB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74617E" w14:paraId="3C3DB601" w14:textId="77777777" w:rsidTr="0059581E">
        <w:trPr>
          <w:cantSplit/>
        </w:trPr>
        <w:tc>
          <w:tcPr>
            <w:tcW w:w="273" w:type="dxa"/>
          </w:tcPr>
          <w:p w14:paraId="045C4DA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641C2B7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27BCD46B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22DD255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02EAC8F8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>"A.R. 23.5.1985" (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en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5.6.1985)</w:t>
            </w:r>
          </w:p>
        </w:tc>
        <w:tc>
          <w:tcPr>
            <w:tcW w:w="272" w:type="dxa"/>
            <w:vAlign w:val="bottom"/>
          </w:tcPr>
          <w:p w14:paraId="042C8D84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65D89ABB" w14:textId="77777777" w:rsidTr="0059581E">
        <w:trPr>
          <w:cantSplit/>
        </w:trPr>
        <w:tc>
          <w:tcPr>
            <w:tcW w:w="273" w:type="dxa"/>
          </w:tcPr>
          <w:p w14:paraId="267C25E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03C7393C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CEB6142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220312</w:t>
            </w:r>
          </w:p>
        </w:tc>
        <w:tc>
          <w:tcPr>
            <w:tcW w:w="817" w:type="dxa"/>
          </w:tcPr>
          <w:p w14:paraId="3CFEC5C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220323</w:t>
            </w:r>
          </w:p>
        </w:tc>
        <w:tc>
          <w:tcPr>
            <w:tcW w:w="5177" w:type="dxa"/>
          </w:tcPr>
          <w:p w14:paraId="14F5D12A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Intervention chirurgicale pour tumeurs profondes ou lésions de la face ou des lèvres, à l'exclusion des lésions cutanées</w:t>
            </w:r>
          </w:p>
        </w:tc>
        <w:tc>
          <w:tcPr>
            <w:tcW w:w="545" w:type="dxa"/>
            <w:vAlign w:val="bottom"/>
          </w:tcPr>
          <w:p w14:paraId="3565ED62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2509A20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09358915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1B899E78" w14:textId="77777777" w:rsidTr="0059581E">
        <w:trPr>
          <w:cantSplit/>
        </w:trPr>
        <w:tc>
          <w:tcPr>
            <w:tcW w:w="273" w:type="dxa"/>
          </w:tcPr>
          <w:p w14:paraId="41B4E94D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546701FE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EC45102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C646423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52626536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3D1A1EF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3C3E1515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34BB9681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487CC63D" w14:textId="77777777" w:rsidTr="0059581E">
        <w:trPr>
          <w:cantSplit/>
        </w:trPr>
        <w:tc>
          <w:tcPr>
            <w:tcW w:w="273" w:type="dxa"/>
          </w:tcPr>
          <w:p w14:paraId="09911FA3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1F7772F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482B497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220334</w:t>
            </w:r>
          </w:p>
        </w:tc>
        <w:tc>
          <w:tcPr>
            <w:tcW w:w="817" w:type="dxa"/>
          </w:tcPr>
          <w:p w14:paraId="6556E18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220345</w:t>
            </w:r>
          </w:p>
        </w:tc>
        <w:tc>
          <w:tcPr>
            <w:tcW w:w="5177" w:type="dxa"/>
          </w:tcPr>
          <w:p w14:paraId="51175F6C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Intervention chirurgicale pour tumeurs profondes expansives ou lésions de la face ou des lèvres, nécessitant résection large, plastique comprise</w:t>
            </w:r>
          </w:p>
        </w:tc>
        <w:tc>
          <w:tcPr>
            <w:tcW w:w="545" w:type="dxa"/>
            <w:vAlign w:val="bottom"/>
          </w:tcPr>
          <w:p w14:paraId="08B4887B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0E48CC9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2AF9B40B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F579A7" w:rsidRPr="0074617E" w14:paraId="757DE798" w14:textId="77777777" w:rsidTr="0059581E">
        <w:trPr>
          <w:cantSplit/>
        </w:trPr>
        <w:tc>
          <w:tcPr>
            <w:tcW w:w="273" w:type="dxa"/>
          </w:tcPr>
          <w:p w14:paraId="75CDED7F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781D0B15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D3F1ED7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98EDB79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88681BC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B2BB56E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46DC1646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44F690E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F579A7" w:rsidRPr="0074617E" w14:paraId="162DF9D7" w14:textId="77777777" w:rsidTr="0059581E">
        <w:trPr>
          <w:cantSplit/>
        </w:trPr>
        <w:tc>
          <w:tcPr>
            <w:tcW w:w="273" w:type="dxa"/>
          </w:tcPr>
          <w:p w14:paraId="7A2AA42E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50E9838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2009</w:t>
            </w:r>
          </w:p>
        </w:tc>
        <w:tc>
          <w:tcPr>
            <w:tcW w:w="817" w:type="dxa"/>
          </w:tcPr>
          <w:p w14:paraId="2968A86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220356</w:t>
            </w:r>
          </w:p>
        </w:tc>
        <w:tc>
          <w:tcPr>
            <w:tcW w:w="817" w:type="dxa"/>
          </w:tcPr>
          <w:p w14:paraId="2F10DAF2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220360</w:t>
            </w:r>
          </w:p>
        </w:tc>
        <w:tc>
          <w:tcPr>
            <w:tcW w:w="5177" w:type="dxa"/>
          </w:tcPr>
          <w:p w14:paraId="34AC4EDB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74617E">
              <w:rPr>
                <w:rFonts w:ascii="Arial" w:hAnsi="Arial"/>
                <w:color w:val="0000FF"/>
              </w:rPr>
              <w:t>Exérèse</w:t>
            </w:r>
            <w:proofErr w:type="spellEnd"/>
            <w:r w:rsidRPr="0074617E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74617E">
              <w:rPr>
                <w:rFonts w:ascii="Arial" w:hAnsi="Arial"/>
                <w:color w:val="0000FF"/>
              </w:rPr>
              <w:t>ganglionnaire</w:t>
            </w:r>
            <w:proofErr w:type="spellEnd"/>
          </w:p>
        </w:tc>
        <w:tc>
          <w:tcPr>
            <w:tcW w:w="545" w:type="dxa"/>
            <w:vAlign w:val="bottom"/>
          </w:tcPr>
          <w:p w14:paraId="5159F256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02B2B1BA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40</w:t>
            </w:r>
          </w:p>
        </w:tc>
        <w:tc>
          <w:tcPr>
            <w:tcW w:w="272" w:type="dxa"/>
            <w:vAlign w:val="bottom"/>
          </w:tcPr>
          <w:p w14:paraId="1C58CFF0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402A675F" w14:textId="77777777" w:rsidTr="0059581E">
        <w:trPr>
          <w:cantSplit/>
        </w:trPr>
        <w:tc>
          <w:tcPr>
            <w:tcW w:w="273" w:type="dxa"/>
          </w:tcPr>
          <w:p w14:paraId="7CD67AC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4B321889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BE42898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AF62D7A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13B8E7E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4D64433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3B033CDB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6427FB8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EC0C88" w14:paraId="0FFAAA88" w14:textId="77777777" w:rsidTr="0059581E">
        <w:trPr>
          <w:cantSplit/>
        </w:trPr>
        <w:tc>
          <w:tcPr>
            <w:tcW w:w="273" w:type="dxa"/>
          </w:tcPr>
          <w:p w14:paraId="35CC83D3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1EA071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A1F34EF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6A3E690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7750F958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 xml:space="preserve">Excision tangentielle au dermatome de peau brûlée, ou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escarrectomie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 xml:space="preserve"> de tissus brûlés sur une étendue :</w:t>
            </w:r>
          </w:p>
        </w:tc>
        <w:tc>
          <w:tcPr>
            <w:tcW w:w="272" w:type="dxa"/>
            <w:vAlign w:val="bottom"/>
          </w:tcPr>
          <w:p w14:paraId="787A8985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EC0C88" w:rsidRPr="00EC0C88" w14:paraId="46E21785" w14:textId="77777777" w:rsidTr="0059581E">
        <w:trPr>
          <w:cantSplit/>
        </w:trPr>
        <w:tc>
          <w:tcPr>
            <w:tcW w:w="273" w:type="dxa"/>
          </w:tcPr>
          <w:p w14:paraId="640BAC2A" w14:textId="77777777" w:rsidR="00EC0C88" w:rsidRPr="00EC0C88" w:rsidRDefault="00EC0C8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2ED8B27B" w14:textId="77777777" w:rsidR="00EC0C88" w:rsidRPr="00EC0C88" w:rsidRDefault="00EC0C8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4A43EFC0" w14:textId="77777777" w:rsidR="00EC0C88" w:rsidRPr="00EC0C88" w:rsidRDefault="00EC0C8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2B517523" w14:textId="77777777" w:rsidR="00EC0C88" w:rsidRPr="00EC0C88" w:rsidRDefault="00EC0C8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6F079821" w14:textId="77777777" w:rsidR="00EC0C88" w:rsidRPr="0074617E" w:rsidRDefault="00EC0C8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116410B8" w14:textId="77777777" w:rsidR="00EC0C88" w:rsidRPr="0074617E" w:rsidRDefault="00EC0C8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 w14:paraId="16EB015E" w14:textId="77777777" w:rsidTr="0059581E">
        <w:trPr>
          <w:cantSplit/>
        </w:trPr>
        <w:tc>
          <w:tcPr>
            <w:tcW w:w="273" w:type="dxa"/>
          </w:tcPr>
          <w:p w14:paraId="1E6CD696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5070EE4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2001</w:t>
            </w:r>
          </w:p>
        </w:tc>
        <w:tc>
          <w:tcPr>
            <w:tcW w:w="817" w:type="dxa"/>
          </w:tcPr>
          <w:p w14:paraId="177276C2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221012</w:t>
            </w:r>
          </w:p>
        </w:tc>
        <w:tc>
          <w:tcPr>
            <w:tcW w:w="817" w:type="dxa"/>
          </w:tcPr>
          <w:p w14:paraId="1D42BD35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221023</w:t>
            </w:r>
          </w:p>
        </w:tc>
        <w:tc>
          <w:tcPr>
            <w:tcW w:w="5177" w:type="dxa"/>
          </w:tcPr>
          <w:p w14:paraId="24614DBB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de 5 à 10 % de la surface corporelle</w:t>
            </w:r>
          </w:p>
        </w:tc>
        <w:tc>
          <w:tcPr>
            <w:tcW w:w="545" w:type="dxa"/>
            <w:vAlign w:val="bottom"/>
          </w:tcPr>
          <w:p w14:paraId="43EFD09B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222A3B2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72" w:type="dxa"/>
            <w:vAlign w:val="bottom"/>
          </w:tcPr>
          <w:p w14:paraId="65EED840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1DECE0C7" w14:textId="77777777" w:rsidTr="0059581E">
        <w:trPr>
          <w:cantSplit/>
        </w:trPr>
        <w:tc>
          <w:tcPr>
            <w:tcW w:w="273" w:type="dxa"/>
          </w:tcPr>
          <w:p w14:paraId="50A03F2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2EA28F82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D6842BF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3D56F08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E1150FB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95CAD88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37A4073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34077A55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0C24F605" w14:textId="77777777" w:rsidTr="0059581E">
        <w:trPr>
          <w:cantSplit/>
        </w:trPr>
        <w:tc>
          <w:tcPr>
            <w:tcW w:w="273" w:type="dxa"/>
          </w:tcPr>
          <w:p w14:paraId="2377FA3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4CC744EF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2002</w:t>
            </w:r>
          </w:p>
        </w:tc>
        <w:tc>
          <w:tcPr>
            <w:tcW w:w="817" w:type="dxa"/>
          </w:tcPr>
          <w:p w14:paraId="13AC51B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221034</w:t>
            </w:r>
          </w:p>
        </w:tc>
        <w:tc>
          <w:tcPr>
            <w:tcW w:w="817" w:type="dxa"/>
          </w:tcPr>
          <w:p w14:paraId="54C727C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221045</w:t>
            </w:r>
          </w:p>
        </w:tc>
        <w:tc>
          <w:tcPr>
            <w:tcW w:w="5177" w:type="dxa"/>
          </w:tcPr>
          <w:p w14:paraId="774ED343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de 10 à 20 % de la surface corporelle</w:t>
            </w:r>
          </w:p>
        </w:tc>
        <w:tc>
          <w:tcPr>
            <w:tcW w:w="545" w:type="dxa"/>
            <w:vAlign w:val="bottom"/>
          </w:tcPr>
          <w:p w14:paraId="260BB1D8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9B272BA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3DE81972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17421AA5" w14:textId="77777777" w:rsidTr="0059581E">
        <w:trPr>
          <w:cantSplit/>
        </w:trPr>
        <w:tc>
          <w:tcPr>
            <w:tcW w:w="273" w:type="dxa"/>
          </w:tcPr>
          <w:p w14:paraId="00FEDBDC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4C4549AF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9289259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483221E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5C0C52B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F58EE84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1C32D60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7B07340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2FF7BBFA" w14:textId="77777777" w:rsidTr="0059581E">
        <w:trPr>
          <w:cantSplit/>
        </w:trPr>
        <w:tc>
          <w:tcPr>
            <w:tcW w:w="273" w:type="dxa"/>
          </w:tcPr>
          <w:p w14:paraId="5E04EED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7E4C02E6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2003</w:t>
            </w:r>
          </w:p>
        </w:tc>
        <w:tc>
          <w:tcPr>
            <w:tcW w:w="817" w:type="dxa"/>
          </w:tcPr>
          <w:p w14:paraId="45182C5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221056</w:t>
            </w:r>
          </w:p>
        </w:tc>
        <w:tc>
          <w:tcPr>
            <w:tcW w:w="817" w:type="dxa"/>
          </w:tcPr>
          <w:p w14:paraId="4B6ABA8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221060</w:t>
            </w:r>
          </w:p>
        </w:tc>
        <w:tc>
          <w:tcPr>
            <w:tcW w:w="5177" w:type="dxa"/>
          </w:tcPr>
          <w:p w14:paraId="5882EFF0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de 20 % et plus de la surface corporelle</w:t>
            </w:r>
          </w:p>
        </w:tc>
        <w:tc>
          <w:tcPr>
            <w:tcW w:w="545" w:type="dxa"/>
            <w:vAlign w:val="bottom"/>
          </w:tcPr>
          <w:p w14:paraId="323B9FAF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469B9B7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72" w:type="dxa"/>
            <w:vAlign w:val="bottom"/>
          </w:tcPr>
          <w:p w14:paraId="570683B6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5EFBD326" w14:textId="77777777" w:rsidTr="0059581E">
        <w:trPr>
          <w:cantSplit/>
        </w:trPr>
        <w:tc>
          <w:tcPr>
            <w:tcW w:w="273" w:type="dxa"/>
          </w:tcPr>
          <w:p w14:paraId="4DF33E03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79ECAEA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1DB33F8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1659D72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255C4B4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1F680044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3DEEBA2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4A028D84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09BF8812" w14:textId="77777777" w:rsidTr="0059581E">
        <w:trPr>
          <w:cantSplit/>
        </w:trPr>
        <w:tc>
          <w:tcPr>
            <w:tcW w:w="273" w:type="dxa"/>
          </w:tcPr>
          <w:p w14:paraId="7DE03C9B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1E82046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2004</w:t>
            </w:r>
          </w:p>
        </w:tc>
        <w:tc>
          <w:tcPr>
            <w:tcW w:w="817" w:type="dxa"/>
          </w:tcPr>
          <w:p w14:paraId="7CF024F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221071</w:t>
            </w:r>
          </w:p>
        </w:tc>
        <w:tc>
          <w:tcPr>
            <w:tcW w:w="817" w:type="dxa"/>
          </w:tcPr>
          <w:p w14:paraId="23C6ABA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221082</w:t>
            </w:r>
          </w:p>
        </w:tc>
        <w:tc>
          <w:tcPr>
            <w:tcW w:w="5177" w:type="dxa"/>
          </w:tcPr>
          <w:p w14:paraId="17B45886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d'un tiers au moins de la face</w:t>
            </w:r>
          </w:p>
        </w:tc>
        <w:tc>
          <w:tcPr>
            <w:tcW w:w="545" w:type="dxa"/>
            <w:vAlign w:val="bottom"/>
          </w:tcPr>
          <w:p w14:paraId="7CB4D642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08C8A0D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6A98FA19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6A335ED8" w14:textId="77777777" w:rsidTr="0059581E">
        <w:trPr>
          <w:cantSplit/>
        </w:trPr>
        <w:tc>
          <w:tcPr>
            <w:tcW w:w="273" w:type="dxa"/>
          </w:tcPr>
          <w:p w14:paraId="13D3DF1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4222A3A4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5EC9116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F86CFE9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11E2EC19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9883560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097489DB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6D95233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523E1932" w14:textId="77777777" w:rsidTr="0059581E">
        <w:trPr>
          <w:cantSplit/>
        </w:trPr>
        <w:tc>
          <w:tcPr>
            <w:tcW w:w="273" w:type="dxa"/>
          </w:tcPr>
          <w:p w14:paraId="4FCA6906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232BDBE1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2005</w:t>
            </w:r>
          </w:p>
        </w:tc>
        <w:tc>
          <w:tcPr>
            <w:tcW w:w="817" w:type="dxa"/>
          </w:tcPr>
          <w:p w14:paraId="649F124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221093</w:t>
            </w:r>
          </w:p>
        </w:tc>
        <w:tc>
          <w:tcPr>
            <w:tcW w:w="817" w:type="dxa"/>
          </w:tcPr>
          <w:p w14:paraId="458C982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221104</w:t>
            </w:r>
          </w:p>
        </w:tc>
        <w:tc>
          <w:tcPr>
            <w:tcW w:w="5177" w:type="dxa"/>
          </w:tcPr>
          <w:p w14:paraId="3DB563F6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 xml:space="preserve">d'une main et des doigts </w:t>
            </w:r>
          </w:p>
        </w:tc>
        <w:tc>
          <w:tcPr>
            <w:tcW w:w="545" w:type="dxa"/>
            <w:vAlign w:val="bottom"/>
          </w:tcPr>
          <w:p w14:paraId="72C8A7C2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6D8C40D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14E5E2E5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63948777" w14:textId="77777777" w:rsidTr="0059581E">
        <w:trPr>
          <w:cantSplit/>
        </w:trPr>
        <w:tc>
          <w:tcPr>
            <w:tcW w:w="273" w:type="dxa"/>
          </w:tcPr>
          <w:p w14:paraId="3359813C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BBFAE1F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3878E23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264BB5F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D74D925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6BB2BAB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587270D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7CF1CEB9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5EB83E8D" w14:textId="77777777" w:rsidTr="0059581E">
        <w:trPr>
          <w:cantSplit/>
        </w:trPr>
        <w:tc>
          <w:tcPr>
            <w:tcW w:w="273" w:type="dxa"/>
          </w:tcPr>
          <w:p w14:paraId="541DCE9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168BB2C7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2006</w:t>
            </w:r>
          </w:p>
        </w:tc>
        <w:tc>
          <w:tcPr>
            <w:tcW w:w="817" w:type="dxa"/>
          </w:tcPr>
          <w:p w14:paraId="0856450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221115</w:t>
            </w:r>
          </w:p>
        </w:tc>
        <w:tc>
          <w:tcPr>
            <w:tcW w:w="817" w:type="dxa"/>
          </w:tcPr>
          <w:p w14:paraId="70A3C582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221126</w:t>
            </w:r>
          </w:p>
        </w:tc>
        <w:tc>
          <w:tcPr>
            <w:tcW w:w="5177" w:type="dxa"/>
          </w:tcPr>
          <w:p w14:paraId="55DCF87F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des deux mains et de leurs doigts</w:t>
            </w:r>
          </w:p>
        </w:tc>
        <w:tc>
          <w:tcPr>
            <w:tcW w:w="545" w:type="dxa"/>
            <w:vAlign w:val="bottom"/>
          </w:tcPr>
          <w:p w14:paraId="19360C1C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97B5E32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1CD97DB5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1C7F36F6" w14:textId="77777777" w:rsidTr="0059581E">
        <w:trPr>
          <w:cantSplit/>
        </w:trPr>
        <w:tc>
          <w:tcPr>
            <w:tcW w:w="273" w:type="dxa"/>
          </w:tcPr>
          <w:p w14:paraId="5D449118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2A7F38CF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DB33709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F534C4F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9A325E1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2F0DE89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D9617A4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215E1AC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2A4018" w:rsidRPr="00EC0C88" w14:paraId="29442624" w14:textId="77777777" w:rsidTr="0059581E">
        <w:trPr>
          <w:cantSplit/>
        </w:trPr>
        <w:tc>
          <w:tcPr>
            <w:tcW w:w="273" w:type="dxa"/>
          </w:tcPr>
          <w:p w14:paraId="576C4D0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70D46906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FCDF6B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3B7E240B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71398CDD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Ces prestations ne peuvent être portées en compte qu'une fois par cas et ne sont pas cumulables entre elles.</w:t>
            </w:r>
          </w:p>
        </w:tc>
        <w:tc>
          <w:tcPr>
            <w:tcW w:w="272" w:type="dxa"/>
            <w:vAlign w:val="bottom"/>
          </w:tcPr>
          <w:p w14:paraId="47DDF671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2A4018" w:rsidRPr="00EC0C88" w14:paraId="3A3162C5" w14:textId="77777777" w:rsidTr="0059581E">
        <w:trPr>
          <w:cantSplit/>
        </w:trPr>
        <w:tc>
          <w:tcPr>
            <w:tcW w:w="273" w:type="dxa"/>
          </w:tcPr>
          <w:p w14:paraId="36780BCB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366946FC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7FD4FC06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28D56126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1CFCC919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28BB72D7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D109F4" w:rsidRPr="00EC0C88" w14:paraId="1BB1CFD7" w14:textId="77777777" w:rsidTr="0059581E">
        <w:trPr>
          <w:cantSplit/>
        </w:trPr>
        <w:tc>
          <w:tcPr>
            <w:tcW w:w="273" w:type="dxa"/>
          </w:tcPr>
          <w:p w14:paraId="13A6F00B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06538C9F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4E467332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7FBE3148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3E759B7B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 xml:space="preserve">Excision tangentielle au dermatome de peau brûlée, ou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escarrectomie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 xml:space="preserve"> de tissus brûlés avec recouvrement par greffe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dermo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>-épidermique au cours de la même séance opératoire :</w:t>
            </w:r>
          </w:p>
        </w:tc>
        <w:tc>
          <w:tcPr>
            <w:tcW w:w="272" w:type="dxa"/>
            <w:vAlign w:val="bottom"/>
          </w:tcPr>
          <w:p w14:paraId="40DA8F22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 w14:paraId="0F38C91E" w14:textId="77777777" w:rsidTr="0059581E">
        <w:trPr>
          <w:cantSplit/>
        </w:trPr>
        <w:tc>
          <w:tcPr>
            <w:tcW w:w="273" w:type="dxa"/>
          </w:tcPr>
          <w:p w14:paraId="0F7F1F55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1AE1CA83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2007</w:t>
            </w:r>
          </w:p>
        </w:tc>
        <w:tc>
          <w:tcPr>
            <w:tcW w:w="817" w:type="dxa"/>
          </w:tcPr>
          <w:p w14:paraId="6322B3C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221130</w:t>
            </w:r>
          </w:p>
        </w:tc>
        <w:tc>
          <w:tcPr>
            <w:tcW w:w="817" w:type="dxa"/>
          </w:tcPr>
          <w:p w14:paraId="45575E8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221141</w:t>
            </w:r>
          </w:p>
        </w:tc>
        <w:tc>
          <w:tcPr>
            <w:tcW w:w="5177" w:type="dxa"/>
          </w:tcPr>
          <w:p w14:paraId="43D2A308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de 20 % et plus de la surface corporelle</w:t>
            </w:r>
          </w:p>
        </w:tc>
        <w:tc>
          <w:tcPr>
            <w:tcW w:w="545" w:type="dxa"/>
            <w:vAlign w:val="bottom"/>
          </w:tcPr>
          <w:p w14:paraId="02C54E04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64E9657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72" w:type="dxa"/>
            <w:vAlign w:val="bottom"/>
          </w:tcPr>
          <w:p w14:paraId="6FEA6BDC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616C0266" w14:textId="77777777" w:rsidTr="0059581E">
        <w:trPr>
          <w:cantSplit/>
        </w:trPr>
        <w:tc>
          <w:tcPr>
            <w:tcW w:w="273" w:type="dxa"/>
          </w:tcPr>
          <w:p w14:paraId="1088307C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53B8BB72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0FBD94E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8CC7DD3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803BE21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2A1AD7D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F896268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491335B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D109F4" w:rsidRPr="00EC0C88" w14:paraId="18C6F6D0" w14:textId="77777777" w:rsidTr="0059581E">
        <w:trPr>
          <w:cantSplit/>
        </w:trPr>
        <w:tc>
          <w:tcPr>
            <w:tcW w:w="273" w:type="dxa"/>
          </w:tcPr>
          <w:p w14:paraId="07A4E2D1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5B9E24A5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5CF0BB0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A443418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458F3ECE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Lorsque les prestations n° 221012 - 221023, 221034 - 221045, 221056 -  221060, 221071 - 221082, 221093 - 221104, 221115 - 221126 précèdent de 24 heures ou moins la couverture des lésions par greffes, ce sont ces dernières qui peuvent exclusivement être portées en compte.</w:t>
            </w:r>
          </w:p>
        </w:tc>
        <w:tc>
          <w:tcPr>
            <w:tcW w:w="272" w:type="dxa"/>
            <w:vAlign w:val="bottom"/>
          </w:tcPr>
          <w:p w14:paraId="2369469F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D109F4" w:rsidRPr="00EC0C88" w14:paraId="53BC2DAA" w14:textId="77777777" w:rsidTr="0059581E">
        <w:trPr>
          <w:cantSplit/>
        </w:trPr>
        <w:tc>
          <w:tcPr>
            <w:tcW w:w="273" w:type="dxa"/>
          </w:tcPr>
          <w:p w14:paraId="23F7541E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6262D278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0431420E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70BFBB3F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067F4784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5BE74E85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D109F4" w:rsidRPr="0074617E" w14:paraId="7359D1C4" w14:textId="77777777" w:rsidTr="0059581E">
        <w:trPr>
          <w:cantSplit/>
        </w:trPr>
        <w:tc>
          <w:tcPr>
            <w:tcW w:w="273" w:type="dxa"/>
          </w:tcPr>
          <w:p w14:paraId="7530BB6E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699361A5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5615EC5A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22192ABD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3A8959AB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>"A.R. 22.7.1988" (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en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1.8.1988)</w:t>
            </w:r>
          </w:p>
        </w:tc>
        <w:tc>
          <w:tcPr>
            <w:tcW w:w="272" w:type="dxa"/>
            <w:vAlign w:val="bottom"/>
          </w:tcPr>
          <w:p w14:paraId="4241DA20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2AC7AEDE" w14:textId="77777777" w:rsidTr="0059581E">
        <w:trPr>
          <w:cantSplit/>
        </w:trPr>
        <w:tc>
          <w:tcPr>
            <w:tcW w:w="273" w:type="dxa"/>
          </w:tcPr>
          <w:p w14:paraId="57D14BBB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135324C5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7B65941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221152</w:t>
            </w:r>
          </w:p>
        </w:tc>
        <w:tc>
          <w:tcPr>
            <w:tcW w:w="817" w:type="dxa"/>
          </w:tcPr>
          <w:p w14:paraId="298AFB97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221163</w:t>
            </w:r>
          </w:p>
        </w:tc>
        <w:tc>
          <w:tcPr>
            <w:tcW w:w="5177" w:type="dxa"/>
          </w:tcPr>
          <w:p w14:paraId="53E295C3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Résection de kyste sacro-coccygien</w:t>
            </w:r>
          </w:p>
        </w:tc>
        <w:tc>
          <w:tcPr>
            <w:tcW w:w="545" w:type="dxa"/>
            <w:vAlign w:val="bottom"/>
          </w:tcPr>
          <w:p w14:paraId="369845BD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0AB82CB8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127</w:t>
            </w:r>
          </w:p>
        </w:tc>
        <w:tc>
          <w:tcPr>
            <w:tcW w:w="272" w:type="dxa"/>
            <w:vAlign w:val="bottom"/>
          </w:tcPr>
          <w:p w14:paraId="56984624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F579A7" w:rsidRPr="0074617E" w14:paraId="35F50FC9" w14:textId="77777777" w:rsidTr="0059581E">
        <w:trPr>
          <w:cantSplit/>
        </w:trPr>
        <w:tc>
          <w:tcPr>
            <w:tcW w:w="273" w:type="dxa"/>
          </w:tcPr>
          <w:p w14:paraId="498C41AE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24C0918B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A9C5977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B20E726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28506A22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0045F36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32C571AF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BA722F6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109F4" w:rsidRPr="0074617E" w14:paraId="6CB03337" w14:textId="77777777" w:rsidTr="0059581E">
        <w:trPr>
          <w:cantSplit/>
        </w:trPr>
        <w:tc>
          <w:tcPr>
            <w:tcW w:w="273" w:type="dxa"/>
          </w:tcPr>
          <w:p w14:paraId="156B5263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5144549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56D05C8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283B1F6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114ED7DA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>"A.R. 29.4.1999" (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en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1.7.1999)</w:t>
            </w:r>
          </w:p>
        </w:tc>
        <w:tc>
          <w:tcPr>
            <w:tcW w:w="272" w:type="dxa"/>
            <w:vAlign w:val="bottom"/>
          </w:tcPr>
          <w:p w14:paraId="18BB837E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04CC2137" w14:textId="77777777" w:rsidTr="0059581E">
        <w:trPr>
          <w:cantSplit/>
        </w:trPr>
        <w:tc>
          <w:tcPr>
            <w:tcW w:w="273" w:type="dxa"/>
          </w:tcPr>
          <w:p w14:paraId="3EA9B8E5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1027030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3AC1B9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221174</w:t>
            </w:r>
          </w:p>
        </w:tc>
        <w:tc>
          <w:tcPr>
            <w:tcW w:w="817" w:type="dxa"/>
          </w:tcPr>
          <w:p w14:paraId="3CAAD628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221185</w:t>
            </w:r>
          </w:p>
        </w:tc>
        <w:tc>
          <w:tcPr>
            <w:tcW w:w="5177" w:type="dxa"/>
          </w:tcPr>
          <w:p w14:paraId="00E68AC3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 xml:space="preserve">Drainage de la cavité de Douglas par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rectotomie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 xml:space="preserve"> ou par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colpotomie</w:t>
            </w:r>
            <w:proofErr w:type="spellEnd"/>
          </w:p>
        </w:tc>
        <w:tc>
          <w:tcPr>
            <w:tcW w:w="545" w:type="dxa"/>
            <w:vAlign w:val="bottom"/>
          </w:tcPr>
          <w:p w14:paraId="2766003B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0F23A36A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72" w:type="dxa"/>
            <w:vAlign w:val="bottom"/>
          </w:tcPr>
          <w:p w14:paraId="6540DF87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F579A7" w:rsidRPr="0074617E" w14:paraId="08A71636" w14:textId="77777777" w:rsidTr="0059581E">
        <w:trPr>
          <w:cantSplit/>
        </w:trPr>
        <w:tc>
          <w:tcPr>
            <w:tcW w:w="273" w:type="dxa"/>
          </w:tcPr>
          <w:p w14:paraId="2622EAA3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249036C6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B920F50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D62518B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FDF2765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EF74F18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0A219DE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45C744CC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109F4" w:rsidRPr="00EC0C88" w14:paraId="690BF955" w14:textId="77777777" w:rsidTr="0059581E">
        <w:trPr>
          <w:cantSplit/>
        </w:trPr>
        <w:tc>
          <w:tcPr>
            <w:tcW w:w="273" w:type="dxa"/>
          </w:tcPr>
          <w:p w14:paraId="0D0BCFC4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192E43E2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EEEF8F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50D2CB1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41C70322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"</w:t>
            </w: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A.R. 26.3.2003" [en vigueur 1.4.2003 ("A.R. 22.4.2003" + Erratum M.B. 29.4.2003)]</w:t>
            </w:r>
          </w:p>
        </w:tc>
        <w:tc>
          <w:tcPr>
            <w:tcW w:w="272" w:type="dxa"/>
            <w:vAlign w:val="bottom"/>
          </w:tcPr>
          <w:p w14:paraId="0AD002E6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 w14:paraId="63EF5E6B" w14:textId="77777777" w:rsidTr="0059581E">
        <w:trPr>
          <w:cantSplit/>
        </w:trPr>
        <w:tc>
          <w:tcPr>
            <w:tcW w:w="273" w:type="dxa"/>
          </w:tcPr>
          <w:p w14:paraId="0B693289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5DC46086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51B7DBB5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221196</w:t>
            </w:r>
          </w:p>
        </w:tc>
        <w:tc>
          <w:tcPr>
            <w:tcW w:w="817" w:type="dxa"/>
          </w:tcPr>
          <w:p w14:paraId="15747F3B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221200</w:t>
            </w:r>
          </w:p>
        </w:tc>
        <w:tc>
          <w:tcPr>
            <w:tcW w:w="5177" w:type="dxa"/>
          </w:tcPr>
          <w:p w14:paraId="3141B10F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Excision de cicatrice vicieuse, suivie de suture</w:t>
            </w:r>
          </w:p>
        </w:tc>
        <w:tc>
          <w:tcPr>
            <w:tcW w:w="545" w:type="dxa"/>
            <w:vAlign w:val="bottom"/>
          </w:tcPr>
          <w:p w14:paraId="40324FE3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52F7D39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72" w:type="dxa"/>
            <w:vAlign w:val="bottom"/>
          </w:tcPr>
          <w:p w14:paraId="69E3D1AA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 w14:paraId="10B7ACF5" w14:textId="77777777" w:rsidTr="0059581E">
        <w:trPr>
          <w:cantSplit/>
        </w:trPr>
        <w:tc>
          <w:tcPr>
            <w:tcW w:w="273" w:type="dxa"/>
          </w:tcPr>
          <w:p w14:paraId="71060BC8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0FFEDA7D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3F10B75D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F574F56" w14:textId="77777777"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538B8D4D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BB8B4F1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8023F97" w14:textId="77777777"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394E6CFB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D109F4" w:rsidRPr="00EC0C88" w14:paraId="7ED7D3E8" w14:textId="77777777" w:rsidTr="0059581E">
        <w:trPr>
          <w:cantSplit/>
        </w:trPr>
        <w:tc>
          <w:tcPr>
            <w:tcW w:w="273" w:type="dxa"/>
          </w:tcPr>
          <w:p w14:paraId="7172E953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606E0970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86D0A4A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A30BBB6" w14:textId="77777777"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0A9DEE4B" w14:textId="77777777"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La prestation 221196 - 221200 est également honorée lorsqu'elle est effectuée par un médecin agréé au titre de médecin spécialiste en dermato-vénéréologie."</w:t>
            </w:r>
          </w:p>
        </w:tc>
        <w:tc>
          <w:tcPr>
            <w:tcW w:w="272" w:type="dxa"/>
            <w:vAlign w:val="bottom"/>
          </w:tcPr>
          <w:p w14:paraId="67CB570F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D109F4" w:rsidRPr="00EC0C88" w14:paraId="0D1BDB07" w14:textId="77777777" w:rsidTr="0059581E">
        <w:trPr>
          <w:cantSplit/>
        </w:trPr>
        <w:tc>
          <w:tcPr>
            <w:tcW w:w="273" w:type="dxa"/>
          </w:tcPr>
          <w:p w14:paraId="38E955FB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6A944AD5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5607C69D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035B4AD5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60528007" w14:textId="77777777"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72" w:type="dxa"/>
            <w:vAlign w:val="bottom"/>
          </w:tcPr>
          <w:p w14:paraId="580684A7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D109F4" w:rsidRPr="00EC0C88" w14:paraId="11BC6D7B" w14:textId="77777777" w:rsidTr="0059581E">
        <w:trPr>
          <w:cantSplit/>
        </w:trPr>
        <w:tc>
          <w:tcPr>
            <w:tcW w:w="273" w:type="dxa"/>
          </w:tcPr>
          <w:p w14:paraId="00AE65A7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5" w:type="dxa"/>
          </w:tcPr>
          <w:p w14:paraId="3D7E5D6F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33D333C8" w14:textId="77777777"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17" w:type="dxa"/>
          </w:tcPr>
          <w:p w14:paraId="48765766" w14:textId="77777777" w:rsidR="00F579A7" w:rsidRPr="0074617E" w:rsidRDefault="00F579A7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358" w:type="dxa"/>
            <w:gridSpan w:val="3"/>
          </w:tcPr>
          <w:p w14:paraId="7F03B26D" w14:textId="77777777" w:rsidR="00F579A7" w:rsidRPr="00D109F4" w:rsidRDefault="00F579A7" w:rsidP="00EC7755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  <w:r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"A.R. 7.1.1987" (en vigueur 1.1.1987)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+ "A.R. </w:t>
            </w:r>
            <w:r w:rsidR="00D109F4">
              <w:rPr>
                <w:rFonts w:ascii="Arial" w:hAnsi="Arial"/>
                <w:i/>
                <w:color w:val="0000FF"/>
                <w:sz w:val="18"/>
                <w:lang w:val="fr-BE"/>
              </w:rPr>
              <w:t>18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D109F4">
              <w:rPr>
                <w:rFonts w:ascii="Arial" w:hAnsi="Arial"/>
                <w:i/>
                <w:color w:val="0000FF"/>
                <w:sz w:val="18"/>
                <w:lang w:val="fr-BE"/>
              </w:rPr>
              <w:t>4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D109F4">
              <w:rPr>
                <w:rFonts w:ascii="Arial" w:hAnsi="Arial"/>
                <w:i/>
                <w:color w:val="0000FF"/>
                <w:sz w:val="18"/>
                <w:lang w:val="fr-BE"/>
              </w:rPr>
              <w:t>2010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 w:rsidR="00D109F4">
              <w:rPr>
                <w:rFonts w:ascii="Arial" w:hAnsi="Arial"/>
                <w:i/>
                <w:color w:val="0000FF"/>
                <w:sz w:val="18"/>
                <w:lang w:val="fr-BE"/>
              </w:rPr>
              <w:t>7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D109F4">
              <w:rPr>
                <w:rFonts w:ascii="Arial" w:hAnsi="Arial"/>
                <w:i/>
                <w:color w:val="0000FF"/>
                <w:sz w:val="18"/>
                <w:lang w:val="fr-BE"/>
              </w:rPr>
              <w:t>2010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  <w:r w:rsidR="00364A64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+ "A.R. </w:t>
            </w:r>
            <w:r w:rsidR="00364A64">
              <w:rPr>
                <w:rFonts w:ascii="Arial" w:hAnsi="Arial"/>
                <w:i/>
                <w:color w:val="0000FF"/>
                <w:sz w:val="18"/>
                <w:lang w:val="fr-BE"/>
              </w:rPr>
              <w:t>27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364A64">
              <w:rPr>
                <w:rFonts w:ascii="Arial" w:hAnsi="Arial"/>
                <w:i/>
                <w:color w:val="0000FF"/>
                <w:sz w:val="18"/>
                <w:lang w:val="fr-BE"/>
              </w:rPr>
              <w:t>4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364A64">
              <w:rPr>
                <w:rFonts w:ascii="Arial" w:hAnsi="Arial"/>
                <w:i/>
                <w:color w:val="0000FF"/>
                <w:sz w:val="18"/>
                <w:lang w:val="fr-BE"/>
              </w:rPr>
              <w:t>2010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</w:t>
            </w:r>
            <w:r w:rsidR="0009337D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230A5A">
              <w:rPr>
                <w:rFonts w:ascii="Arial" w:hAnsi="Arial"/>
                <w:i/>
                <w:color w:val="0000FF"/>
                <w:sz w:val="18"/>
                <w:lang w:val="fr-BE"/>
              </w:rPr>
              <w:t>8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364A64">
              <w:rPr>
                <w:rFonts w:ascii="Arial" w:hAnsi="Arial"/>
                <w:i/>
                <w:color w:val="0000FF"/>
                <w:sz w:val="18"/>
                <w:lang w:val="fr-BE"/>
              </w:rPr>
              <w:t>2010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  <w:r w:rsidR="00757673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+ "A.R. </w:t>
            </w:r>
            <w:r w:rsidR="00757673">
              <w:rPr>
                <w:rFonts w:ascii="Arial" w:hAnsi="Arial"/>
                <w:i/>
                <w:color w:val="0000FF"/>
                <w:sz w:val="18"/>
                <w:lang w:val="fr-BE"/>
              </w:rPr>
              <w:t>25.9.2016</w:t>
            </w:r>
            <w:r w:rsidR="00757673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</w:t>
            </w:r>
            <w:r w:rsidR="00757673">
              <w:rPr>
                <w:rFonts w:ascii="Arial" w:hAnsi="Arial"/>
                <w:i/>
                <w:color w:val="0000FF"/>
                <w:sz w:val="18"/>
                <w:lang w:val="fr-BE"/>
              </w:rPr>
              <w:t>.1</w:t>
            </w:r>
            <w:r w:rsidR="00EC7755">
              <w:rPr>
                <w:rFonts w:ascii="Arial" w:hAnsi="Arial"/>
                <w:i/>
                <w:color w:val="0000FF"/>
                <w:sz w:val="18"/>
                <w:lang w:val="fr-BE"/>
              </w:rPr>
              <w:t>1</w:t>
            </w:r>
            <w:r w:rsidR="00757673">
              <w:rPr>
                <w:rFonts w:ascii="Arial" w:hAnsi="Arial"/>
                <w:i/>
                <w:color w:val="0000FF"/>
                <w:sz w:val="18"/>
                <w:lang w:val="fr-BE"/>
              </w:rPr>
              <w:t>.2016</w:t>
            </w:r>
            <w:r w:rsidR="00757673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72" w:type="dxa"/>
            <w:vAlign w:val="bottom"/>
          </w:tcPr>
          <w:p w14:paraId="4BE0FFA6" w14:textId="77777777" w:rsidR="00F579A7" w:rsidRPr="00D109F4" w:rsidRDefault="00F579A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D109F4" w:rsidRPr="00EC0C88" w14:paraId="60941E28" w14:textId="77777777" w:rsidTr="0059581E">
        <w:trPr>
          <w:cantSplit/>
        </w:trPr>
        <w:tc>
          <w:tcPr>
            <w:tcW w:w="273" w:type="dxa"/>
          </w:tcPr>
          <w:p w14:paraId="04C0C9ED" w14:textId="77777777" w:rsidR="00F579A7" w:rsidRPr="00D109F4" w:rsidRDefault="00F579A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45" w:type="dxa"/>
          </w:tcPr>
          <w:p w14:paraId="730F2C16" w14:textId="77777777" w:rsidR="00F579A7" w:rsidRPr="00D109F4" w:rsidRDefault="00F579A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281B4187" w14:textId="77777777" w:rsidR="00F579A7" w:rsidRPr="00D109F4" w:rsidRDefault="00F579A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17" w:type="dxa"/>
          </w:tcPr>
          <w:p w14:paraId="38ADA37F" w14:textId="77777777" w:rsidR="00F579A7" w:rsidRPr="00D109F4" w:rsidRDefault="00F579A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358" w:type="dxa"/>
            <w:gridSpan w:val="3"/>
          </w:tcPr>
          <w:p w14:paraId="7866159A" w14:textId="77777777" w:rsidR="00F579A7" w:rsidRPr="0074617E" w:rsidRDefault="00F579A7" w:rsidP="00757673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 xml:space="preserve">"Les prestations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n°s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="006D4834">
              <w:rPr>
                <w:rFonts w:ascii="Arial" w:hAnsi="Arial"/>
                <w:color w:val="0000FF"/>
                <w:lang w:val="fr-FR"/>
              </w:rPr>
              <w:t>473535 - 473546</w:t>
            </w:r>
            <w:r w:rsidRPr="0074617E">
              <w:rPr>
                <w:rFonts w:ascii="Arial" w:hAnsi="Arial"/>
                <w:color w:val="0000FF"/>
                <w:lang w:val="fr-FR"/>
              </w:rPr>
              <w:t xml:space="preserve"> prévues au chapitre V, article 20, § 1</w:t>
            </w:r>
            <w:r w:rsidRPr="0074617E">
              <w:rPr>
                <w:rFonts w:ascii="Arial" w:hAnsi="Arial"/>
                <w:color w:val="0000FF"/>
                <w:vertAlign w:val="superscript"/>
                <w:lang w:val="fr-FR"/>
              </w:rPr>
              <w:t>er</w:t>
            </w:r>
            <w:r w:rsidRPr="0074617E">
              <w:rPr>
                <w:rFonts w:ascii="Arial" w:hAnsi="Arial"/>
                <w:color w:val="0000FF"/>
                <w:lang w:val="fr-FR"/>
              </w:rPr>
              <w:t>, c) de la présente nomenclature sont également honorées lorsqu'elles sont effectuées par un médecin agréé au titre de médecin spécialiste en chirurgie."</w:t>
            </w:r>
          </w:p>
        </w:tc>
        <w:tc>
          <w:tcPr>
            <w:tcW w:w="272" w:type="dxa"/>
            <w:vAlign w:val="bottom"/>
          </w:tcPr>
          <w:p w14:paraId="7F57A64F" w14:textId="77777777"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</w:tbl>
    <w:p w14:paraId="2D55CF4E" w14:textId="77777777" w:rsidR="00F579A7" w:rsidRPr="0074617E" w:rsidRDefault="00F579A7">
      <w:pPr>
        <w:spacing w:line="240" w:lineRule="atLeast"/>
        <w:jc w:val="both"/>
        <w:rPr>
          <w:color w:val="0000FF"/>
          <w:lang w:val="fr-FR"/>
        </w:rPr>
      </w:pPr>
    </w:p>
    <w:sectPr w:rsidR="00F579A7" w:rsidRPr="0074617E" w:rsidSect="0059581E">
      <w:headerReference w:type="default" r:id="rId6"/>
      <w:footerReference w:type="default" r:id="rId7"/>
      <w:pgSz w:w="11906" w:h="16838"/>
      <w:pgMar w:top="1440" w:right="1440" w:bottom="1440" w:left="1440" w:header="720" w:footer="4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C2615" w14:textId="77777777" w:rsidR="00D52702" w:rsidRDefault="00D52702">
      <w:r>
        <w:separator/>
      </w:r>
    </w:p>
  </w:endnote>
  <w:endnote w:type="continuationSeparator" w:id="0">
    <w:p w14:paraId="0C2F836D" w14:textId="77777777" w:rsidR="00D52702" w:rsidRDefault="00D5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FC73" w14:textId="21E3FE8D" w:rsidR="00F579A7" w:rsidRPr="0016270F" w:rsidRDefault="00F579A7" w:rsidP="0059581E">
    <w:pPr>
      <w:pStyle w:val="Voettekst"/>
      <w:spacing w:line="360" w:lineRule="auto"/>
      <w:rPr>
        <w:b/>
        <w:lang w:val="fr-FR"/>
      </w:rPr>
    </w:pPr>
    <w:r w:rsidRPr="0016270F">
      <w:rPr>
        <w:spacing w:val="-2"/>
        <w:lang w:val="fr-FR"/>
      </w:rPr>
      <w:t>____________________________________________________________________________________________</w:t>
    </w:r>
  </w:p>
  <w:p w14:paraId="1D467ABB" w14:textId="5BDB01A3" w:rsidR="00F579A7" w:rsidRPr="0016270F" w:rsidRDefault="00F579A7">
    <w:pPr>
      <w:pStyle w:val="Voettekst"/>
      <w:jc w:val="center"/>
      <w:rPr>
        <w:b/>
        <w:lang w:val="fr-FR"/>
      </w:rPr>
    </w:pPr>
    <w:r w:rsidRPr="0016270F">
      <w:rPr>
        <w:b/>
        <w:lang w:val="fr-FR"/>
      </w:rPr>
      <w:t>Texte en vigueur depuis le 01/</w:t>
    </w:r>
    <w:r w:rsidR="003A6FE7">
      <w:rPr>
        <w:b/>
        <w:lang w:val="fr-FR"/>
      </w:rPr>
      <w:t>07</w:t>
    </w:r>
    <w:r w:rsidRPr="0016270F">
      <w:rPr>
        <w:b/>
        <w:lang w:val="fr-FR"/>
      </w:rPr>
      <w:t>/</w:t>
    </w:r>
    <w:r w:rsidR="003A6FE7">
      <w:rPr>
        <w:b/>
        <w:lang w:val="fr-FR"/>
      </w:rPr>
      <w:t>2023</w:t>
    </w:r>
  </w:p>
  <w:p w14:paraId="33DF1F31" w14:textId="57A82F62" w:rsidR="00F579A7" w:rsidRPr="0016270F" w:rsidRDefault="00F579A7">
    <w:pPr>
      <w:pStyle w:val="Voettekst"/>
      <w:jc w:val="center"/>
      <w:rPr>
        <w:b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DA3C0" w14:textId="77777777" w:rsidR="00D52702" w:rsidRDefault="00D52702">
      <w:r>
        <w:separator/>
      </w:r>
    </w:p>
  </w:footnote>
  <w:footnote w:type="continuationSeparator" w:id="0">
    <w:p w14:paraId="604B14CC" w14:textId="77777777" w:rsidR="00D52702" w:rsidRDefault="00D52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E368" w14:textId="77777777" w:rsidR="00F579A7" w:rsidRDefault="00F579A7" w:rsidP="0059581E">
    <w:pPr>
      <w:pStyle w:val="Koptekst"/>
      <w:tabs>
        <w:tab w:val="clear" w:pos="4153"/>
        <w:tab w:val="clear" w:pos="8306"/>
        <w:tab w:val="center" w:pos="4820"/>
        <w:tab w:val="right" w:pos="8931"/>
      </w:tabs>
      <w:rPr>
        <w:rStyle w:val="Paginanummer"/>
        <w:rFonts w:ascii="Arial" w:hAnsi="Arial"/>
        <w:b/>
      </w:rPr>
    </w:pPr>
    <w:r>
      <w:rPr>
        <w:rFonts w:ascii="Arial" w:hAnsi="Arial"/>
        <w:b/>
      </w:rPr>
      <w:tab/>
    </w:r>
    <w:r w:rsidRPr="0016270F">
      <w:rPr>
        <w:rFonts w:ascii="Arial" w:hAnsi="Arial"/>
        <w:b/>
        <w:color w:val="000000"/>
        <w:lang w:val="de-DE"/>
      </w:rPr>
      <w:t>CHIRURGIE GENERALE</w:t>
    </w:r>
    <w:r w:rsidRPr="0016270F">
      <w:rPr>
        <w:rFonts w:ascii="Arial" w:hAnsi="Arial"/>
        <w:b/>
        <w:lang w:val="de-DE"/>
      </w:rPr>
      <w:tab/>
      <w:t xml:space="preserve">Art. 14a </w:t>
    </w:r>
    <w:proofErr w:type="spellStart"/>
    <w:r w:rsidRPr="0016270F">
      <w:rPr>
        <w:rFonts w:ascii="Arial" w:hAnsi="Arial"/>
        <w:b/>
        <w:lang w:val="de-DE"/>
      </w:rPr>
      <w:t>pag</w:t>
    </w:r>
    <w:proofErr w:type="spellEnd"/>
    <w:r w:rsidRPr="0016270F">
      <w:rPr>
        <w:rFonts w:ascii="Arial" w:hAnsi="Arial"/>
        <w:b/>
        <w:lang w:val="de-DE"/>
      </w:rPr>
      <w:t xml:space="preserve">. </w:t>
    </w:r>
    <w:r>
      <w:rPr>
        <w:rStyle w:val="Paginanummer"/>
        <w:rFonts w:ascii="Arial" w:hAnsi="Arial"/>
        <w:b/>
      </w:rPr>
      <w:fldChar w:fldCharType="begin"/>
    </w:r>
    <w:r w:rsidRPr="0016270F">
      <w:rPr>
        <w:rStyle w:val="Paginanummer"/>
        <w:rFonts w:ascii="Arial" w:hAnsi="Arial"/>
        <w:b/>
        <w:lang w:val="de-DE"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D91BD3">
      <w:rPr>
        <w:rStyle w:val="Paginanummer"/>
        <w:rFonts w:ascii="Arial" w:hAnsi="Arial"/>
        <w:b/>
        <w:noProof/>
        <w:lang w:val="de-DE"/>
      </w:rPr>
      <w:t>2</w:t>
    </w:r>
    <w:r>
      <w:rPr>
        <w:rStyle w:val="Paginanummer"/>
        <w:rFonts w:ascii="Arial" w:hAnsi="Arial"/>
        <w:b/>
      </w:rPr>
      <w:fldChar w:fldCharType="end"/>
    </w:r>
  </w:p>
  <w:p w14:paraId="52F6D7C9" w14:textId="77777777" w:rsidR="00F579A7" w:rsidRDefault="00F579A7">
    <w:pPr>
      <w:pStyle w:val="Koptekst"/>
      <w:rPr>
        <w:spacing w:val="-2"/>
      </w:rPr>
    </w:pPr>
    <w:r>
      <w:rPr>
        <w:rFonts w:ascii="Arial" w:hAnsi="Arial"/>
        <w:i/>
      </w:rPr>
      <w:t xml:space="preserve">coordination </w:t>
    </w:r>
    <w:proofErr w:type="spellStart"/>
    <w:r>
      <w:rPr>
        <w:rFonts w:ascii="Arial" w:hAnsi="Arial"/>
        <w:i/>
      </w:rPr>
      <w:t>officieuse</w:t>
    </w:r>
    <w:proofErr w:type="spellEnd"/>
    <w:r>
      <w:rPr>
        <w:spacing w:val="-2"/>
      </w:rPr>
      <w:t xml:space="preserve"> </w:t>
    </w:r>
  </w:p>
  <w:p w14:paraId="62C10D0A" w14:textId="05737F1F" w:rsidR="00F579A7" w:rsidRDefault="00F579A7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</w:t>
    </w:r>
  </w:p>
  <w:p w14:paraId="231E1C5D" w14:textId="77777777" w:rsidR="00F579A7" w:rsidRDefault="00F579A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155D"/>
    <w:rsid w:val="0009337D"/>
    <w:rsid w:val="0011252F"/>
    <w:rsid w:val="0012412C"/>
    <w:rsid w:val="0016270F"/>
    <w:rsid w:val="00230A5A"/>
    <w:rsid w:val="002366FA"/>
    <w:rsid w:val="002509D5"/>
    <w:rsid w:val="002A4018"/>
    <w:rsid w:val="00364A64"/>
    <w:rsid w:val="003A6FE7"/>
    <w:rsid w:val="003B13F4"/>
    <w:rsid w:val="004D6016"/>
    <w:rsid w:val="0059581E"/>
    <w:rsid w:val="006D4834"/>
    <w:rsid w:val="006E771C"/>
    <w:rsid w:val="0074617E"/>
    <w:rsid w:val="00757673"/>
    <w:rsid w:val="007F1013"/>
    <w:rsid w:val="009B44E5"/>
    <w:rsid w:val="00A20427"/>
    <w:rsid w:val="00CB2F2F"/>
    <w:rsid w:val="00D02334"/>
    <w:rsid w:val="00D109F4"/>
    <w:rsid w:val="00D52702"/>
    <w:rsid w:val="00D91BD3"/>
    <w:rsid w:val="00E0155D"/>
    <w:rsid w:val="00EC0C88"/>
    <w:rsid w:val="00EC7755"/>
    <w:rsid w:val="00EE5094"/>
    <w:rsid w:val="00F30204"/>
    <w:rsid w:val="00F579A7"/>
    <w:rsid w:val="00F6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1F7D7"/>
  <w15:docId w15:val="{1BC31BDA-774D-45DA-B586-0D5C7928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SECTION 5</vt:lpstr>
    </vt:vector>
  </TitlesOfParts>
  <Company>R.I.Z.I.V. - I.N.A.M.I.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5</dc:title>
  <dc:creator>tirions</dc:creator>
  <cp:lastModifiedBy>Steven Meganck (RIZIV-INAMI)</cp:lastModifiedBy>
  <cp:revision>15</cp:revision>
  <cp:lastPrinted>2016-10-05T06:55:00Z</cp:lastPrinted>
  <dcterms:created xsi:type="dcterms:W3CDTF">2014-11-06T10:45:00Z</dcterms:created>
  <dcterms:modified xsi:type="dcterms:W3CDTF">2023-06-01T12:10:00Z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